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459C78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0C1030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4EE4CA2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904167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24612A45" w:rsidR="00F1480E" w:rsidRPr="000754EC" w:rsidRDefault="00904167" w:rsidP="000754EC">
            <w:pPr>
              <w:pStyle w:val="SIUnittitle"/>
            </w:pPr>
            <w:r w:rsidRPr="00904167">
              <w:t>Plan a pasture establishment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33BC9" w14:textId="77777777" w:rsidR="00904167" w:rsidRPr="00904167" w:rsidRDefault="00904167" w:rsidP="00904167">
            <w:pPr>
              <w:pStyle w:val="SIText"/>
            </w:pPr>
            <w:r w:rsidRPr="00904167">
              <w:t>This unit of competency describes the skills and knowledge required to plan a pasture establishment program.</w:t>
            </w:r>
          </w:p>
          <w:p w14:paraId="3B71CAE4" w14:textId="77777777" w:rsidR="00F57150" w:rsidRPr="00904167" w:rsidRDefault="00F57150" w:rsidP="00904167">
            <w:pPr>
              <w:pStyle w:val="SIText"/>
            </w:pPr>
          </w:p>
          <w:p w14:paraId="46F8CCF6" w14:textId="1EE6665F" w:rsidR="00904167" w:rsidRPr="00904167" w:rsidRDefault="00510E8B" w:rsidP="00904167">
            <w:pPr>
              <w:pStyle w:val="SIText"/>
            </w:pPr>
            <w:r>
              <w:t>The unit applies to individuals</w:t>
            </w:r>
            <w:r w:rsidR="00904167" w:rsidRPr="00904167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51DBD528" w14:textId="77777777" w:rsidR="00904167" w:rsidRPr="00904167" w:rsidRDefault="00904167" w:rsidP="00904167">
            <w:pPr>
              <w:pStyle w:val="SIText"/>
            </w:pPr>
          </w:p>
          <w:p w14:paraId="034C6C33" w14:textId="6AF435B5" w:rsidR="00373436" w:rsidRPr="000754EC" w:rsidRDefault="0051582C" w:rsidP="00904167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BA297D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0416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9CCDE3F" w:rsidR="00904167" w:rsidRPr="00904167" w:rsidRDefault="00904167" w:rsidP="00904167">
            <w:pPr>
              <w:pStyle w:val="SIText"/>
            </w:pPr>
            <w:r w:rsidRPr="00904167">
              <w:t>1. Determine requirements of the pasture establishment program</w:t>
            </w:r>
          </w:p>
        </w:tc>
        <w:tc>
          <w:tcPr>
            <w:tcW w:w="3604" w:type="pct"/>
            <w:shd w:val="clear" w:color="auto" w:fill="auto"/>
          </w:tcPr>
          <w:p w14:paraId="705AB6A7" w14:textId="77777777" w:rsidR="00904167" w:rsidRPr="00904167" w:rsidRDefault="00904167" w:rsidP="00904167">
            <w:r w:rsidRPr="00904167">
              <w:t>1.1 Assess existing pasture for retention or removal</w:t>
            </w:r>
          </w:p>
          <w:p w14:paraId="789131B1" w14:textId="3B23E0DC" w:rsidR="008526E3" w:rsidRDefault="00904167" w:rsidP="00904167">
            <w:r w:rsidRPr="00904167">
              <w:t xml:space="preserve">1.2 Identify pasture species and cultivars </w:t>
            </w:r>
            <w:r w:rsidR="008526E3">
              <w:t>suitable</w:t>
            </w:r>
            <w:r w:rsidRPr="00904167">
              <w:t xml:space="preserve"> to soil, climate, seasonal conditions and livestock goals</w:t>
            </w:r>
          </w:p>
          <w:p w14:paraId="631E0C11" w14:textId="69B5C450" w:rsidR="00904167" w:rsidRPr="00904167" w:rsidRDefault="008526E3" w:rsidP="00904167">
            <w:r>
              <w:t>1.3 C</w:t>
            </w:r>
            <w:r w:rsidR="00904167" w:rsidRPr="00904167">
              <w:t xml:space="preserve">alculate cost and confirm availability </w:t>
            </w:r>
            <w:r>
              <w:t xml:space="preserve">of pasture species </w:t>
            </w:r>
            <w:r w:rsidR="00904167" w:rsidRPr="00904167">
              <w:t>with supplier</w:t>
            </w:r>
          </w:p>
          <w:p w14:paraId="12C1DB7E" w14:textId="7D7C72BD" w:rsidR="00904167" w:rsidRPr="00904167" w:rsidRDefault="00904167" w:rsidP="00904167">
            <w:r w:rsidRPr="00904167">
              <w:t>1.</w:t>
            </w:r>
            <w:r w:rsidR="008526E3">
              <w:t>4</w:t>
            </w:r>
            <w:r w:rsidRPr="00904167">
              <w:t xml:space="preserve"> Select pasture establishment procedures </w:t>
            </w:r>
            <w:r w:rsidR="008526E3">
              <w:t>consistent with site parameters</w:t>
            </w:r>
          </w:p>
          <w:p w14:paraId="320E3928" w14:textId="2A4ACAF3" w:rsidR="00904167" w:rsidRPr="00904167" w:rsidRDefault="00904167" w:rsidP="00904167">
            <w:r w:rsidRPr="00904167">
              <w:t>1.</w:t>
            </w:r>
            <w:r w:rsidR="008526E3">
              <w:t>5</w:t>
            </w:r>
            <w:r w:rsidRPr="00904167">
              <w:t xml:space="preserve"> Assess </w:t>
            </w:r>
            <w:r w:rsidR="00824AC8">
              <w:t xml:space="preserve">and program the use of </w:t>
            </w:r>
            <w:r w:rsidRPr="00904167">
              <w:t>technology to ensure most efficient performance of operations</w:t>
            </w:r>
          </w:p>
          <w:p w14:paraId="66B378D6" w14:textId="1258A3B9" w:rsidR="00904167" w:rsidRPr="00904167" w:rsidRDefault="00904167" w:rsidP="00904167">
            <w:r w:rsidRPr="00904167">
              <w:t>1.</w:t>
            </w:r>
            <w:r w:rsidR="00824AC8">
              <w:t>6</w:t>
            </w:r>
            <w:r w:rsidRPr="00904167">
              <w:t xml:space="preserve"> Plan post-planting care according to production needs, enterprise standards and site capabilities.</w:t>
            </w:r>
          </w:p>
          <w:p w14:paraId="0E2FAA9F" w14:textId="6DA7E3ED" w:rsidR="00904167" w:rsidRPr="00904167" w:rsidRDefault="00904167" w:rsidP="00904167">
            <w:r w:rsidRPr="00904167">
              <w:t>1.</w:t>
            </w:r>
            <w:r w:rsidR="00824AC8">
              <w:t>7</w:t>
            </w:r>
            <w:r w:rsidRPr="00904167">
              <w:t xml:space="preserve"> Identify and plan for plant germination and nutrient requirements</w:t>
            </w:r>
            <w:r w:rsidR="00497814">
              <w:t xml:space="preserve"> according to </w:t>
            </w:r>
            <w:r w:rsidRPr="00904167">
              <w:t>soil characteristics</w:t>
            </w:r>
          </w:p>
          <w:p w14:paraId="55B1596C" w14:textId="1431F355" w:rsidR="00904167" w:rsidRPr="00904167" w:rsidRDefault="00904167" w:rsidP="00904167">
            <w:r w:rsidRPr="00904167">
              <w:t>1.</w:t>
            </w:r>
            <w:r w:rsidR="00824AC8">
              <w:t>8</w:t>
            </w:r>
            <w:r w:rsidRPr="00904167">
              <w:t xml:space="preserve"> Identify, cost and confirm availability of </w:t>
            </w:r>
            <w:r w:rsidR="00497814">
              <w:t xml:space="preserve">materials and </w:t>
            </w:r>
            <w:r w:rsidRPr="00904167">
              <w:t>resources</w:t>
            </w:r>
          </w:p>
          <w:p w14:paraId="1696B99B" w14:textId="7C373405" w:rsidR="00904167" w:rsidRPr="00904167" w:rsidRDefault="00904167" w:rsidP="00C70245">
            <w:r w:rsidRPr="00904167">
              <w:t>1.</w:t>
            </w:r>
            <w:r w:rsidR="00824AC8">
              <w:t>9</w:t>
            </w:r>
            <w:r w:rsidRPr="00904167">
              <w:t xml:space="preserve"> Identify health and safety hazards</w:t>
            </w:r>
            <w:r w:rsidR="00824AC8">
              <w:t xml:space="preserve">, </w:t>
            </w:r>
            <w:r w:rsidRPr="00904167">
              <w:t>assess risk and develop controls</w:t>
            </w:r>
          </w:p>
        </w:tc>
      </w:tr>
      <w:tr w:rsidR="0090416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3F4438C" w:rsidR="00904167" w:rsidRPr="00904167" w:rsidRDefault="00904167" w:rsidP="00904167">
            <w:pPr>
              <w:pStyle w:val="SIText"/>
            </w:pPr>
            <w:r>
              <w:t xml:space="preserve">2. </w:t>
            </w:r>
            <w:r w:rsidRPr="00904167">
              <w:t>Prepare and document the pasture establishment program</w:t>
            </w:r>
          </w:p>
        </w:tc>
        <w:tc>
          <w:tcPr>
            <w:tcW w:w="3604" w:type="pct"/>
            <w:shd w:val="clear" w:color="auto" w:fill="auto"/>
          </w:tcPr>
          <w:p w14:paraId="3F040245" w14:textId="0C87B9BE" w:rsidR="00904167" w:rsidRPr="00904167" w:rsidRDefault="00904167" w:rsidP="00904167">
            <w:r w:rsidRPr="00904167">
              <w:t xml:space="preserve">2.1 Prepare detailed plans </w:t>
            </w:r>
            <w:r w:rsidR="00551737">
              <w:t xml:space="preserve">according to identified </w:t>
            </w:r>
            <w:r w:rsidRPr="00904167">
              <w:t>production requirements</w:t>
            </w:r>
          </w:p>
          <w:p w14:paraId="17D7E092" w14:textId="02CAB650" w:rsidR="00904167" w:rsidRPr="00904167" w:rsidRDefault="00904167" w:rsidP="00904167">
            <w:r w:rsidRPr="00904167">
              <w:t xml:space="preserve">2.2 Produce </w:t>
            </w:r>
            <w:r w:rsidR="00551737">
              <w:t xml:space="preserve">procedures and documentation for </w:t>
            </w:r>
            <w:r w:rsidR="00311E44">
              <w:t>work team</w:t>
            </w:r>
            <w:r w:rsidR="00AC59EB">
              <w:t xml:space="preserve"> to follow</w:t>
            </w:r>
          </w:p>
          <w:p w14:paraId="174D385F" w14:textId="77777777" w:rsidR="00AC59EB" w:rsidRDefault="00904167" w:rsidP="00904167">
            <w:r w:rsidRPr="00904167">
              <w:t>2.3 Develop on-site planting procedures and schedules</w:t>
            </w:r>
          </w:p>
          <w:p w14:paraId="5BB69387" w14:textId="35C0DBCD" w:rsidR="00AC59EB" w:rsidRDefault="00AC59EB" w:rsidP="00904167">
            <w:r>
              <w:t xml:space="preserve">2.4 Develop </w:t>
            </w:r>
            <w:r w:rsidR="00904167" w:rsidRPr="00904167">
              <w:t xml:space="preserve">post-planting </w:t>
            </w:r>
            <w:r>
              <w:t xml:space="preserve">procedures for </w:t>
            </w:r>
            <w:r w:rsidR="00904167" w:rsidRPr="00904167">
              <w:t>care of pasture</w:t>
            </w:r>
          </w:p>
          <w:p w14:paraId="4FCEF830" w14:textId="6C57E6E0" w:rsidR="00904167" w:rsidRPr="00904167" w:rsidRDefault="00AC59EB" w:rsidP="00904167">
            <w:r>
              <w:t>2.5 C</w:t>
            </w:r>
            <w:r w:rsidR="00904167" w:rsidRPr="00904167">
              <w:t xml:space="preserve">ommunicate </w:t>
            </w:r>
            <w:r>
              <w:t xml:space="preserve">procedures </w:t>
            </w:r>
            <w:r w:rsidR="00904167" w:rsidRPr="00904167">
              <w:t xml:space="preserve">to </w:t>
            </w:r>
            <w:r>
              <w:t>work team</w:t>
            </w:r>
          </w:p>
          <w:p w14:paraId="6BB72E57" w14:textId="6FBC581B" w:rsidR="00904167" w:rsidRPr="00904167" w:rsidRDefault="00904167" w:rsidP="00C70245">
            <w:pPr>
              <w:pStyle w:val="SIText"/>
            </w:pPr>
            <w:r w:rsidRPr="00904167">
              <w:t>2.</w:t>
            </w:r>
            <w:r w:rsidR="00AC59EB">
              <w:t>6</w:t>
            </w:r>
            <w:r w:rsidRPr="00904167">
              <w:t xml:space="preserve"> Plan for contingencies and identify alternative strategies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6E3D51B6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0791" w:rsidRPr="00EA3BFF" w:rsidDel="00423CB2" w14:paraId="6F5F4428" w14:textId="77777777" w:rsidTr="00CA2922">
        <w:tc>
          <w:tcPr>
            <w:tcW w:w="1396" w:type="pct"/>
          </w:tcPr>
          <w:p w14:paraId="05F23FA0" w14:textId="42CFA9FB" w:rsidR="006A0791" w:rsidRDefault="006A0791" w:rsidP="00C7024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97F9AB7" w14:textId="0AB85FB7" w:rsidR="006A0791" w:rsidRPr="00734F67" w:rsidRDefault="006A0791">
            <w:pPr>
              <w:pStyle w:val="SIBulletList1"/>
            </w:pPr>
            <w:r>
              <w:t>R</w:t>
            </w:r>
            <w:r w:rsidRPr="006A0791">
              <w:t>esearch</w:t>
            </w:r>
            <w:r>
              <w:t xml:space="preserve"> and analyse documentation for pasture species to identify </w:t>
            </w:r>
            <w:r w:rsidRPr="006A0791">
              <w:t>suitable species for a defined site</w:t>
            </w:r>
            <w:r w:rsidR="00CF46C6">
              <w:t xml:space="preserve"> and purpose</w:t>
            </w:r>
          </w:p>
        </w:tc>
      </w:tr>
      <w:tr w:rsidR="006A0791" w:rsidRPr="00274214" w:rsidDel="00423CB2" w14:paraId="1F6CE217" w14:textId="77777777" w:rsidTr="00A97510">
        <w:tc>
          <w:tcPr>
            <w:tcW w:w="1396" w:type="pct"/>
          </w:tcPr>
          <w:p w14:paraId="5A897ED0" w14:textId="77777777" w:rsidR="006A0791" w:rsidRPr="006A0791" w:rsidRDefault="006A0791" w:rsidP="006A0791">
            <w:pPr>
              <w:pStyle w:val="SIText"/>
            </w:pPr>
            <w:r w:rsidRPr="00C70245">
              <w:t>Writing</w:t>
            </w:r>
          </w:p>
        </w:tc>
        <w:tc>
          <w:tcPr>
            <w:tcW w:w="3604" w:type="pct"/>
          </w:tcPr>
          <w:p w14:paraId="67D2DCC8" w14:textId="77777777" w:rsidR="006A0791" w:rsidRPr="006A0791" w:rsidRDefault="006A0791" w:rsidP="006A0791">
            <w:pPr>
              <w:pStyle w:val="SIBulletList1"/>
              <w:rPr>
                <w:rFonts w:eastAsia="Calibri"/>
              </w:rPr>
            </w:pPr>
            <w:r w:rsidRPr="00274214">
              <w:t>Develop</w:t>
            </w:r>
            <w:r w:rsidRPr="006A0791">
              <w:t xml:space="preserve"> and document plans and procedures for work team using clear and easily understood language in order to convey explicit information, requirements, recommendations and performance targets.</w:t>
            </w:r>
          </w:p>
        </w:tc>
      </w:tr>
      <w:tr w:rsidR="00F57150" w:rsidRPr="00EA3BFF" w:rsidDel="00423CB2" w14:paraId="03BB9C6A" w14:textId="77777777" w:rsidTr="00CA2922">
        <w:tc>
          <w:tcPr>
            <w:tcW w:w="1396" w:type="pct"/>
          </w:tcPr>
          <w:p w14:paraId="79F97EC7" w14:textId="5C2FF584" w:rsidR="00F57150" w:rsidRPr="00EA3BFF" w:rsidRDefault="006C7D45" w:rsidP="00C70245">
            <w:pPr>
              <w:pStyle w:val="SIText"/>
            </w:pPr>
            <w:r w:rsidRPr="00C70245">
              <w:t>Oral Communication</w:t>
            </w:r>
          </w:p>
        </w:tc>
        <w:tc>
          <w:tcPr>
            <w:tcW w:w="3604" w:type="pct"/>
          </w:tcPr>
          <w:p w14:paraId="4DAD12EB" w14:textId="4871D8EE" w:rsidR="00F57150" w:rsidRPr="00EA3BFF" w:rsidRDefault="00311E44" w:rsidP="00734F67">
            <w:pPr>
              <w:pStyle w:val="SIBulletList1"/>
              <w:rPr>
                <w:rFonts w:eastAsia="Calibri"/>
              </w:rPr>
            </w:pPr>
            <w:r w:rsidRPr="00EA3BFF">
              <w:t>Use collaborative and inclusive language and techniques including active listening, questioning and reading of verbal and non-verbal signals to convey and clarify procedural information and confirm work team understanding</w:t>
            </w:r>
          </w:p>
        </w:tc>
      </w:tr>
      <w:tr w:rsidR="00F57150" w:rsidRPr="00EA3BFF" w:rsidDel="00423CB2" w14:paraId="79B143C2" w14:textId="77777777" w:rsidTr="00CA2922">
        <w:tc>
          <w:tcPr>
            <w:tcW w:w="1396" w:type="pct"/>
          </w:tcPr>
          <w:p w14:paraId="37EB267C" w14:textId="1DA8DCEE" w:rsidR="00F57150" w:rsidRPr="00EA3BFF" w:rsidRDefault="005D024B" w:rsidP="00C70245">
            <w:pPr>
              <w:pStyle w:val="SIText"/>
            </w:pPr>
            <w:r w:rsidRPr="00C70245">
              <w:t>Numeracy</w:t>
            </w:r>
          </w:p>
        </w:tc>
        <w:tc>
          <w:tcPr>
            <w:tcW w:w="3604" w:type="pct"/>
          </w:tcPr>
          <w:p w14:paraId="19068547" w14:textId="77777777" w:rsidR="00311E44" w:rsidRPr="00EA3BFF" w:rsidRDefault="00311E44" w:rsidP="00734F67">
            <w:pPr>
              <w:pStyle w:val="SIBulletList1"/>
            </w:pPr>
            <w:r w:rsidRPr="00EA3BFF">
              <w:t xml:space="preserve">Use formula and numerical information to calculate financial data and interpret basic statistical and analytical data </w:t>
            </w:r>
          </w:p>
          <w:p w14:paraId="53302967" w14:textId="31DBFF0E" w:rsidR="00F57150" w:rsidRPr="00EA3BFF" w:rsidRDefault="00311E44" w:rsidP="00EA3BFF">
            <w:pPr>
              <w:pStyle w:val="SIBulletList1"/>
              <w:rPr>
                <w:rFonts w:eastAsia="Calibri"/>
              </w:rPr>
            </w:pPr>
            <w:r w:rsidRPr="00EA3BFF">
              <w:t>Apply basic financial modelling skills to identify, analyse and evaluate budgetary information, time durations and resource allocations and scheduling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EA3BFF" w14:paraId="7EFB7203" w14:textId="77777777" w:rsidTr="00F33FF2">
        <w:tc>
          <w:tcPr>
            <w:tcW w:w="1028" w:type="pct"/>
          </w:tcPr>
          <w:p w14:paraId="611E4E99" w14:textId="77777777" w:rsidR="00DA54B5" w:rsidRPr="00734F67" w:rsidRDefault="00F57150" w:rsidP="00C70245">
            <w:pPr>
              <w:pStyle w:val="SIText"/>
            </w:pPr>
            <w:r w:rsidRPr="00C70245">
              <w:t>AHCBAC402 Plan a pasture establishment program</w:t>
            </w:r>
          </w:p>
          <w:p w14:paraId="6B803FA7" w14:textId="1C070761" w:rsidR="00F57150" w:rsidRPr="00EA3BFF" w:rsidRDefault="00F57150" w:rsidP="00734F67">
            <w:pPr>
              <w:pStyle w:val="SIText"/>
            </w:pPr>
            <w:r w:rsidRPr="00734F67">
              <w:t>Release 2</w:t>
            </w:r>
          </w:p>
        </w:tc>
        <w:tc>
          <w:tcPr>
            <w:tcW w:w="1105" w:type="pct"/>
          </w:tcPr>
          <w:p w14:paraId="11B0DDC6" w14:textId="77777777" w:rsidR="00DA54B5" w:rsidRPr="00EA3BFF" w:rsidRDefault="00F57150" w:rsidP="00EA3BFF">
            <w:pPr>
              <w:pStyle w:val="SIText"/>
            </w:pPr>
            <w:r w:rsidRPr="00EA3BFF">
              <w:t>AHCBAC402 Plan a pasture establishment program</w:t>
            </w:r>
          </w:p>
          <w:p w14:paraId="3216D365" w14:textId="4A9C16AA" w:rsidR="00F57150" w:rsidRPr="00EA3BFF" w:rsidRDefault="00F57150" w:rsidP="00EA3BFF">
            <w:pPr>
              <w:pStyle w:val="SIText"/>
            </w:pPr>
            <w:r w:rsidRPr="00EA3BFF">
              <w:t>Release 1</w:t>
            </w:r>
          </w:p>
        </w:tc>
        <w:tc>
          <w:tcPr>
            <w:tcW w:w="1251" w:type="pct"/>
          </w:tcPr>
          <w:p w14:paraId="3FE70B3B" w14:textId="5098BE32" w:rsidR="00A20653" w:rsidRPr="00EA3BFF" w:rsidRDefault="00A20653" w:rsidP="00EA3BFF">
            <w:pPr>
              <w:pStyle w:val="SIText"/>
            </w:pPr>
            <w:r w:rsidRPr="00EA3BFF">
              <w:t>Changes to Application. Changes to sequencing and amendments to Performance Criteria.</w:t>
            </w:r>
          </w:p>
          <w:p w14:paraId="30B8888F" w14:textId="1DA6B2AC" w:rsidR="00DA54B5" w:rsidRPr="00EA3BFF" w:rsidRDefault="00A20653" w:rsidP="00EA3BFF">
            <w:pPr>
              <w:pStyle w:val="SIText"/>
            </w:pPr>
            <w:r w:rsidRPr="00EA3BFF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0BB10A57" w:rsidR="00DA54B5" w:rsidRPr="00EA3BFF" w:rsidRDefault="00A20653" w:rsidP="00EA3BFF">
            <w:pPr>
              <w:pStyle w:val="SIText"/>
            </w:pPr>
            <w:r w:rsidRPr="00EA3BFF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53D8B8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04167" w:rsidRPr="00904167">
              <w:t>AHCBAC402 Plan a pasture establishment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F2B238F" w14:textId="28548E47" w:rsidR="00904167" w:rsidRPr="00904167" w:rsidRDefault="00DA54B5" w:rsidP="00EA3BFF">
            <w:pPr>
              <w:pStyle w:val="SIText"/>
            </w:pPr>
            <w:r w:rsidRPr="008526E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526E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526E3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06D83EFE" w14:textId="278CF375" w:rsidR="00904167" w:rsidRPr="00904167" w:rsidRDefault="00E54CD6" w:rsidP="00904167">
            <w:r>
              <w:t xml:space="preserve">There must be evidence that the individual has </w:t>
            </w:r>
            <w:r w:rsidR="00C70245">
              <w:t xml:space="preserve">prepared and planned </w:t>
            </w:r>
            <w:commentRangeStart w:id="0"/>
            <w:r w:rsidR="00C70245">
              <w:t>a pasture establishment program</w:t>
            </w:r>
            <w:r w:rsidR="006A0791">
              <w:t xml:space="preserve"> </w:t>
            </w:r>
            <w:commentRangeEnd w:id="0"/>
            <w:r w:rsidR="001D38B2">
              <w:commentReference w:id="0"/>
            </w:r>
            <w:r w:rsidR="006A0791">
              <w:t>and has:</w:t>
            </w:r>
            <w:r w:rsidR="00C70245">
              <w:t xml:space="preserve"> </w:t>
            </w:r>
          </w:p>
          <w:p w14:paraId="30F553CA" w14:textId="5D6BD88F" w:rsidR="00904167" w:rsidRDefault="00904167" w:rsidP="00904167">
            <w:pPr>
              <w:pStyle w:val="SIBulletList1"/>
            </w:pPr>
            <w:r w:rsidRPr="00904167">
              <w:t>determine</w:t>
            </w:r>
            <w:r w:rsidR="008526E3">
              <w:t>d</w:t>
            </w:r>
            <w:r w:rsidRPr="00904167">
              <w:t xml:space="preserve"> </w:t>
            </w:r>
            <w:r w:rsidR="008526E3">
              <w:t xml:space="preserve">a </w:t>
            </w:r>
            <w:r w:rsidRPr="00904167">
              <w:t>pasture establishment program</w:t>
            </w:r>
            <w:r w:rsidR="008526E3">
              <w:t xml:space="preserve"> consistent with the following parameters:</w:t>
            </w:r>
          </w:p>
          <w:p w14:paraId="5755AA58" w14:textId="74A50282" w:rsidR="008526E3" w:rsidRDefault="008526E3" w:rsidP="00EA3BFF">
            <w:pPr>
              <w:pStyle w:val="SIBulletList2"/>
            </w:pPr>
            <w:r w:rsidRPr="00904167">
              <w:t xml:space="preserve">seasonal </w:t>
            </w:r>
            <w:r>
              <w:t>conditions</w:t>
            </w:r>
          </w:p>
          <w:p w14:paraId="405F0181" w14:textId="77777777" w:rsidR="008526E3" w:rsidRDefault="008526E3" w:rsidP="00EA3BFF">
            <w:pPr>
              <w:pStyle w:val="SIBulletList2"/>
            </w:pPr>
            <w:r w:rsidRPr="00904167">
              <w:t>site and soil characteristics</w:t>
            </w:r>
          </w:p>
          <w:p w14:paraId="7D50B0D2" w14:textId="77777777" w:rsidR="008526E3" w:rsidRDefault="008526E3" w:rsidP="00EA3BFF">
            <w:pPr>
              <w:pStyle w:val="SIBulletList2"/>
            </w:pPr>
            <w:r w:rsidRPr="00904167">
              <w:t>production plans</w:t>
            </w:r>
          </w:p>
          <w:p w14:paraId="4F547FAA" w14:textId="39C76008" w:rsidR="008526E3" w:rsidRPr="00904167" w:rsidRDefault="008526E3" w:rsidP="00EA3BFF">
            <w:pPr>
              <w:pStyle w:val="SIBulletList2"/>
            </w:pPr>
            <w:r>
              <w:t xml:space="preserve">additional available </w:t>
            </w:r>
            <w:r w:rsidRPr="008526E3">
              <w:t>r</w:t>
            </w:r>
            <w:r>
              <w:t>esources and equipment</w:t>
            </w:r>
          </w:p>
          <w:p w14:paraId="1DA486E1" w14:textId="23D94FF4" w:rsidR="00CF46C6" w:rsidRPr="00CF46C6" w:rsidRDefault="00904167" w:rsidP="00CF46C6">
            <w:pPr>
              <w:pStyle w:val="SIBulletList1"/>
            </w:pPr>
            <w:r w:rsidRPr="00904167">
              <w:t>research</w:t>
            </w:r>
            <w:r w:rsidR="006A0791">
              <w:t>ed</w:t>
            </w:r>
            <w:r w:rsidRPr="00904167">
              <w:t xml:space="preserve"> </w:t>
            </w:r>
            <w:r w:rsidR="00CF46C6">
              <w:t xml:space="preserve">and identified a </w:t>
            </w:r>
            <w:r w:rsidRPr="00904167">
              <w:t>suitable pasture species for the site and proposed land use</w:t>
            </w:r>
            <w:r w:rsidR="00CF46C6">
              <w:t xml:space="preserve"> and</w:t>
            </w:r>
            <w:r w:rsidR="00CF46C6" w:rsidRPr="00904167">
              <w:t xml:space="preserve"> select</w:t>
            </w:r>
            <w:r w:rsidR="00CF46C6" w:rsidRPr="00CF46C6">
              <w:t>ed suitable species and cultivars</w:t>
            </w:r>
          </w:p>
          <w:p w14:paraId="5CF9A1F9" w14:textId="0D5FD12D" w:rsidR="00904167" w:rsidRDefault="00904167" w:rsidP="00904167">
            <w:pPr>
              <w:pStyle w:val="SIBulletList1"/>
            </w:pPr>
            <w:r w:rsidRPr="00904167">
              <w:t>prepare</w:t>
            </w:r>
            <w:r w:rsidR="00CF46C6">
              <w:t>d</w:t>
            </w:r>
            <w:r w:rsidRPr="00904167">
              <w:t xml:space="preserve"> and document</w:t>
            </w:r>
            <w:r w:rsidR="00CF46C6">
              <w:t>ed</w:t>
            </w:r>
            <w:r w:rsidRPr="00904167">
              <w:t xml:space="preserve"> </w:t>
            </w:r>
            <w:r w:rsidR="00CF46C6">
              <w:t>a</w:t>
            </w:r>
            <w:r w:rsidR="00CF46C6" w:rsidRPr="00904167">
              <w:t xml:space="preserve"> </w:t>
            </w:r>
            <w:r w:rsidRPr="00904167">
              <w:t>pasture establishment program</w:t>
            </w:r>
            <w:r w:rsidR="00497814">
              <w:t xml:space="preserve"> which must include:</w:t>
            </w:r>
          </w:p>
          <w:p w14:paraId="0790D994" w14:textId="77777777" w:rsidR="00497814" w:rsidRDefault="00497814" w:rsidP="00EA3BFF">
            <w:pPr>
              <w:pStyle w:val="SIBulletList2"/>
            </w:pPr>
            <w:r w:rsidRPr="00904167">
              <w:t>tools, equipment and machinery required for planting</w:t>
            </w:r>
          </w:p>
          <w:p w14:paraId="31369E74" w14:textId="30C11ED4" w:rsidR="00497814" w:rsidRDefault="00497814" w:rsidP="00EA3BFF">
            <w:pPr>
              <w:pStyle w:val="SIBulletList2"/>
            </w:pPr>
            <w:r>
              <w:t>post-planting treatments</w:t>
            </w:r>
          </w:p>
          <w:p w14:paraId="1BD9BCB2" w14:textId="45E52DB9" w:rsidR="00497814" w:rsidRDefault="00497814" w:rsidP="00EA3BFF">
            <w:pPr>
              <w:pStyle w:val="SIBulletList2"/>
            </w:pPr>
            <w:r>
              <w:t xml:space="preserve">identify </w:t>
            </w:r>
            <w:r w:rsidRPr="00904167">
              <w:t>suppliers</w:t>
            </w:r>
            <w:r>
              <w:t xml:space="preserve">, </w:t>
            </w:r>
            <w:r w:rsidRPr="00904167">
              <w:t xml:space="preserve">contractors and </w:t>
            </w:r>
            <w:r>
              <w:t xml:space="preserve">other </w:t>
            </w:r>
            <w:r w:rsidRPr="00904167">
              <w:t>personnel</w:t>
            </w:r>
          </w:p>
          <w:p w14:paraId="0417F63E" w14:textId="243DFF6E" w:rsidR="00497814" w:rsidRDefault="00497814" w:rsidP="00EA3BFF">
            <w:pPr>
              <w:pStyle w:val="SIBulletList2"/>
            </w:pPr>
            <w:r>
              <w:t>materials and consumables</w:t>
            </w:r>
          </w:p>
          <w:p w14:paraId="1012A80B" w14:textId="2ABE8577" w:rsidR="00551737" w:rsidRPr="00904167" w:rsidRDefault="00551737" w:rsidP="00EA3BFF">
            <w:pPr>
              <w:pStyle w:val="SIBulletList2"/>
            </w:pPr>
            <w:r>
              <w:t>procedures for work team to easily follow</w:t>
            </w:r>
          </w:p>
          <w:p w14:paraId="6FC7A785" w14:textId="5EA9217E" w:rsidR="00904167" w:rsidRPr="00904167" w:rsidRDefault="00904167" w:rsidP="00904167">
            <w:pPr>
              <w:pStyle w:val="SIBulletList1"/>
            </w:pPr>
            <w:r w:rsidRPr="00904167">
              <w:t>develop</w:t>
            </w:r>
            <w:r w:rsidR="00CF46C6">
              <w:t>ed</w:t>
            </w:r>
            <w:r w:rsidRPr="00904167">
              <w:t xml:space="preserve"> strategies for weed, pest and disease control</w:t>
            </w:r>
          </w:p>
          <w:p w14:paraId="59727FE4" w14:textId="2FE85C0D" w:rsidR="00904167" w:rsidRPr="00904167" w:rsidRDefault="00904167" w:rsidP="00904167">
            <w:pPr>
              <w:pStyle w:val="SIBulletList1"/>
            </w:pPr>
            <w:r w:rsidRPr="00904167">
              <w:t>assess</w:t>
            </w:r>
            <w:r w:rsidR="00CF46C6">
              <w:t>ed</w:t>
            </w:r>
            <w:r w:rsidRPr="00904167">
              <w:t xml:space="preserve"> </w:t>
            </w:r>
            <w:r w:rsidR="00CF46C6">
              <w:t xml:space="preserve">site </w:t>
            </w:r>
            <w:r w:rsidRPr="00904167">
              <w:t>pasture for production potential</w:t>
            </w:r>
          </w:p>
          <w:p w14:paraId="18A1414C" w14:textId="30C35B00" w:rsidR="00904167" w:rsidRPr="00904167" w:rsidRDefault="00904167" w:rsidP="00904167">
            <w:pPr>
              <w:pStyle w:val="SIBulletList1"/>
            </w:pPr>
            <w:r w:rsidRPr="00904167">
              <w:t>assess</w:t>
            </w:r>
            <w:r w:rsidR="00CF46C6">
              <w:t>ed</w:t>
            </w:r>
            <w:r w:rsidRPr="00904167">
              <w:t xml:space="preserve"> site factors</w:t>
            </w:r>
            <w:r w:rsidR="00CF46C6">
              <w:t xml:space="preserve"> influencing production</w:t>
            </w:r>
          </w:p>
          <w:p w14:paraId="6C3C2F46" w14:textId="6F887996" w:rsidR="00CF46C6" w:rsidRDefault="00904167" w:rsidP="00904167">
            <w:pPr>
              <w:pStyle w:val="SIBulletList1"/>
            </w:pPr>
            <w:r w:rsidRPr="00904167">
              <w:t>identif</w:t>
            </w:r>
            <w:r w:rsidR="00CF46C6">
              <w:t>ied</w:t>
            </w:r>
            <w:r w:rsidRPr="00904167">
              <w:t xml:space="preserve"> threats to pasture establishment</w:t>
            </w:r>
            <w:r w:rsidR="00CF46C6">
              <w:t>,</w:t>
            </w:r>
            <w:r w:rsidRPr="00904167">
              <w:t xml:space="preserve"> including</w:t>
            </w:r>
            <w:r w:rsidR="00CF46C6">
              <w:t>:</w:t>
            </w:r>
          </w:p>
          <w:p w14:paraId="38490A5E" w14:textId="61AD5638" w:rsidR="00CF46C6" w:rsidRPr="00EA3BFF" w:rsidRDefault="00904167" w:rsidP="00EA3BFF">
            <w:pPr>
              <w:pStyle w:val="SIBulletList2"/>
            </w:pPr>
            <w:r w:rsidRPr="00734F67">
              <w:t>weeds</w:t>
            </w:r>
          </w:p>
          <w:p w14:paraId="30E60A68" w14:textId="51D18BC4" w:rsidR="00CF46C6" w:rsidRPr="00EA3BFF" w:rsidRDefault="00904167" w:rsidP="00EA3BFF">
            <w:pPr>
              <w:pStyle w:val="SIBulletList2"/>
            </w:pPr>
            <w:r w:rsidRPr="00EA3BFF">
              <w:t>pests</w:t>
            </w:r>
          </w:p>
          <w:p w14:paraId="684C67BD" w14:textId="6EEBCDD8" w:rsidR="00904167" w:rsidRDefault="00904167" w:rsidP="00EA3BFF">
            <w:pPr>
              <w:pStyle w:val="SIBulletList2"/>
            </w:pPr>
            <w:r w:rsidRPr="00EA3BFF">
              <w:t>diseases</w:t>
            </w:r>
          </w:p>
          <w:p w14:paraId="2EAC7014" w14:textId="25F18DD3" w:rsidR="00CF46C6" w:rsidRPr="00904167" w:rsidRDefault="00CF46C6" w:rsidP="00EA3BFF">
            <w:pPr>
              <w:pStyle w:val="SIBulletList2"/>
            </w:pPr>
            <w:r>
              <w:t>soil conditions</w:t>
            </w:r>
          </w:p>
          <w:p w14:paraId="5634BF5C" w14:textId="3EDAAE92" w:rsidR="00904167" w:rsidRPr="00904167" w:rsidRDefault="00904167" w:rsidP="00904167">
            <w:pPr>
              <w:pStyle w:val="SIBulletList1"/>
            </w:pPr>
            <w:r w:rsidRPr="00904167">
              <w:t>determine</w:t>
            </w:r>
            <w:r w:rsidR="00CF46C6">
              <w:t>d</w:t>
            </w:r>
            <w:r w:rsidRPr="00904167">
              <w:t xml:space="preserve"> resources and equipment for planting and post-planting care</w:t>
            </w:r>
          </w:p>
          <w:p w14:paraId="409E165F" w14:textId="0BCD36F3" w:rsidR="00904167" w:rsidRPr="00904167" w:rsidRDefault="00904167" w:rsidP="00904167">
            <w:pPr>
              <w:pStyle w:val="SIBulletList1"/>
            </w:pPr>
            <w:r w:rsidRPr="00904167">
              <w:t>prepare</w:t>
            </w:r>
            <w:r w:rsidR="00CF46C6">
              <w:t>d</w:t>
            </w:r>
            <w:r w:rsidRPr="00904167">
              <w:t xml:space="preserve"> pasture establishment plans </w:t>
            </w:r>
            <w:r w:rsidR="00CF46C6">
              <w:t xml:space="preserve">and procedures and schedules for </w:t>
            </w:r>
            <w:r w:rsidR="000765A2">
              <w:t>pasture establishment</w:t>
            </w:r>
          </w:p>
          <w:p w14:paraId="0BCD0E36" w14:textId="574F35A2" w:rsidR="00904167" w:rsidRPr="00904167" w:rsidRDefault="000765A2" w:rsidP="00904167">
            <w:pPr>
              <w:pStyle w:val="SIBulletList1"/>
            </w:pPr>
            <w:r>
              <w:t xml:space="preserve">planned the </w:t>
            </w:r>
            <w:r w:rsidR="00904167" w:rsidRPr="00904167">
              <w:t>use of technology to improve efficiency</w:t>
            </w:r>
          </w:p>
          <w:p w14:paraId="3F4E2EAA" w14:textId="265A5E9E" w:rsidR="00556C4C" w:rsidRPr="000754EC" w:rsidRDefault="00904167" w:rsidP="00734F67">
            <w:pPr>
              <w:pStyle w:val="SIBulletList1"/>
            </w:pPr>
            <w:r w:rsidRPr="00904167">
              <w:t>i</w:t>
            </w:r>
            <w:r w:rsidR="000765A2">
              <w:t>ncorporated and i</w:t>
            </w:r>
            <w:r w:rsidRPr="00904167">
              <w:t>mplement</w:t>
            </w:r>
            <w:r w:rsidR="000765A2">
              <w:t>ed</w:t>
            </w:r>
            <w:r w:rsidRPr="00904167">
              <w:t xml:space="preserve"> </w:t>
            </w:r>
            <w:r w:rsidR="000765A2">
              <w:t>workplace</w:t>
            </w:r>
            <w:r w:rsidR="000765A2" w:rsidRPr="00904167">
              <w:t xml:space="preserve"> </w:t>
            </w:r>
            <w:r w:rsidRPr="00904167">
              <w:t>healt</w:t>
            </w:r>
            <w:r w:rsidR="000765A2">
              <w:t xml:space="preserve">h, </w:t>
            </w:r>
            <w:r w:rsidRPr="00904167">
              <w:t>safety</w:t>
            </w:r>
            <w:r w:rsidR="000765A2">
              <w:t>, environmental and animal welfare</w:t>
            </w:r>
            <w:r w:rsidRPr="00904167">
              <w:t xml:space="preserve"> policies</w:t>
            </w:r>
            <w:r w:rsidR="000765A2">
              <w:t xml:space="preserve"> in plans and procedures</w:t>
            </w:r>
            <w:r w:rsidRPr="00904167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bookmarkStart w:id="1" w:name="_GoBack"/>
            <w:r w:rsidRPr="002C55E9">
              <w:t>K</w:t>
            </w:r>
            <w:r w:rsidRPr="000754EC">
              <w:t>nowledge Evidence</w:t>
            </w:r>
            <w:bookmarkEnd w:id="1"/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57250E1F" w14:textId="39C670BF" w:rsidR="00904167" w:rsidRPr="00904167" w:rsidRDefault="0097612D" w:rsidP="00904167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BCB74C7" w14:textId="77777777" w:rsidR="001D38B2" w:rsidRDefault="001D38B2" w:rsidP="00904167">
            <w:pPr>
              <w:pStyle w:val="SIBulletList1"/>
            </w:pPr>
            <w:r>
              <w:t xml:space="preserve">selection and use of </w:t>
            </w:r>
            <w:r w:rsidR="00904167" w:rsidRPr="00904167">
              <w:t>pasture varieties</w:t>
            </w:r>
            <w:r>
              <w:t>, including:</w:t>
            </w:r>
          </w:p>
          <w:p w14:paraId="05646A9D" w14:textId="55D0BC18" w:rsidR="001D38B2" w:rsidRDefault="00904167" w:rsidP="00EA3BFF">
            <w:pPr>
              <w:pStyle w:val="SIBulletList2"/>
            </w:pPr>
            <w:r w:rsidRPr="00904167">
              <w:t>characteristics</w:t>
            </w:r>
          </w:p>
          <w:p w14:paraId="6A7187CC" w14:textId="43CCD509" w:rsidR="001D38B2" w:rsidRDefault="00904167" w:rsidP="00EA3BFF">
            <w:pPr>
              <w:pStyle w:val="SIBulletList2"/>
            </w:pPr>
            <w:r w:rsidRPr="00904167">
              <w:t>requirements</w:t>
            </w:r>
          </w:p>
          <w:p w14:paraId="439B93E7" w14:textId="24159ED3" w:rsidR="00904167" w:rsidRPr="00904167" w:rsidRDefault="00904167" w:rsidP="00EA3BFF">
            <w:pPr>
              <w:pStyle w:val="SIBulletList2"/>
            </w:pPr>
            <w:r w:rsidRPr="00904167">
              <w:t>production potential</w:t>
            </w:r>
          </w:p>
          <w:p w14:paraId="4285DA30" w14:textId="6C7AD559" w:rsidR="00904167" w:rsidRPr="00904167" w:rsidRDefault="001D38B2" w:rsidP="00904167">
            <w:pPr>
              <w:pStyle w:val="SIBulletList1"/>
            </w:pPr>
            <w:r>
              <w:t xml:space="preserve">pasture </w:t>
            </w:r>
            <w:r w:rsidR="00904167" w:rsidRPr="00904167">
              <w:t>establishment techniques of specific species and cultivars</w:t>
            </w:r>
          </w:p>
          <w:p w14:paraId="2410320A" w14:textId="77777777" w:rsidR="00904167" w:rsidRPr="00904167" w:rsidRDefault="00904167" w:rsidP="00904167">
            <w:pPr>
              <w:pStyle w:val="SIBulletList1"/>
            </w:pPr>
            <w:r w:rsidRPr="00904167">
              <w:t>advantages and disadvantages of a range of pasture establishment procedures</w:t>
            </w:r>
          </w:p>
          <w:p w14:paraId="1C5C71DE" w14:textId="77777777" w:rsidR="00904167" w:rsidRPr="00904167" w:rsidRDefault="00904167" w:rsidP="00904167">
            <w:pPr>
              <w:pStyle w:val="SIBulletList1"/>
            </w:pPr>
            <w:r w:rsidRPr="00904167">
              <w:t>maintenance requirements and practices for specific pasture species and cultivars after initial establishment</w:t>
            </w:r>
          </w:p>
          <w:p w14:paraId="21890906" w14:textId="77777777" w:rsidR="00904167" w:rsidRPr="00904167" w:rsidRDefault="00904167" w:rsidP="00904167">
            <w:pPr>
              <w:pStyle w:val="SIBulletList1"/>
            </w:pPr>
            <w:r w:rsidRPr="00904167">
              <w:t>livestock production systems and their integration with pasture production</w:t>
            </w:r>
          </w:p>
          <w:p w14:paraId="5EA35D8F" w14:textId="77777777" w:rsidR="001D38B2" w:rsidRDefault="00904167" w:rsidP="00904167">
            <w:pPr>
              <w:pStyle w:val="SIBulletList1"/>
            </w:pPr>
            <w:r w:rsidRPr="00904167">
              <w:t>planning process, including</w:t>
            </w:r>
            <w:r w:rsidR="001D38B2">
              <w:t>:</w:t>
            </w:r>
          </w:p>
          <w:p w14:paraId="41E626B1" w14:textId="3F57A939" w:rsidR="001D38B2" w:rsidRDefault="00904167" w:rsidP="00EA3BFF">
            <w:pPr>
              <w:pStyle w:val="SIBulletList2"/>
            </w:pPr>
            <w:r w:rsidRPr="00904167">
              <w:t>costing</w:t>
            </w:r>
          </w:p>
          <w:p w14:paraId="212BE793" w14:textId="2103CD25" w:rsidR="00904167" w:rsidRDefault="00904167" w:rsidP="00EA3BFF">
            <w:pPr>
              <w:pStyle w:val="SIBulletList2"/>
            </w:pPr>
            <w:r w:rsidRPr="00904167">
              <w:t>scheduling of works</w:t>
            </w:r>
          </w:p>
          <w:p w14:paraId="25AE128F" w14:textId="6A12ECAA" w:rsidR="00551737" w:rsidRPr="00904167" w:rsidRDefault="00551737" w:rsidP="00904167">
            <w:pPr>
              <w:pStyle w:val="SIBulletList1"/>
            </w:pPr>
            <w:r>
              <w:t xml:space="preserve">preparation and documentation of procedures </w:t>
            </w:r>
          </w:p>
          <w:p w14:paraId="743579C0" w14:textId="29E1CB53" w:rsidR="001D38B2" w:rsidRDefault="00904167" w:rsidP="00904167">
            <w:pPr>
              <w:pStyle w:val="SIBulletList1"/>
            </w:pPr>
            <w:r w:rsidRPr="00904167">
              <w:t xml:space="preserve">identification of pasture </w:t>
            </w:r>
            <w:r w:rsidR="001D38B2">
              <w:t>problems and threats, including:</w:t>
            </w:r>
          </w:p>
          <w:p w14:paraId="2C5FB551" w14:textId="5642028C" w:rsidR="00904167" w:rsidRDefault="00904167" w:rsidP="00EA3BFF">
            <w:pPr>
              <w:pStyle w:val="SIBulletList2"/>
            </w:pPr>
            <w:r w:rsidRPr="00904167">
              <w:t>weed species</w:t>
            </w:r>
          </w:p>
          <w:p w14:paraId="76C62284" w14:textId="30B54CB0" w:rsidR="001D38B2" w:rsidRDefault="001D38B2" w:rsidP="00EA3BFF">
            <w:pPr>
              <w:pStyle w:val="SIBulletList2"/>
            </w:pPr>
            <w:r>
              <w:t>vertebrate and invertebrate pests</w:t>
            </w:r>
          </w:p>
          <w:p w14:paraId="2A271E69" w14:textId="0CE0179F" w:rsidR="001D38B2" w:rsidRDefault="001D38B2" w:rsidP="00EA3BFF">
            <w:pPr>
              <w:pStyle w:val="SIBulletList2"/>
            </w:pPr>
            <w:r>
              <w:t>diseases</w:t>
            </w:r>
          </w:p>
          <w:p w14:paraId="0BF6E623" w14:textId="19E7891C" w:rsidR="001D38B2" w:rsidRPr="00904167" w:rsidRDefault="001D38B2" w:rsidP="00EA3BFF">
            <w:pPr>
              <w:pStyle w:val="SIBulletList2"/>
            </w:pPr>
            <w:r>
              <w:t>soil conditions</w:t>
            </w:r>
          </w:p>
          <w:p w14:paraId="6EBB9FC4" w14:textId="77777777" w:rsidR="00904167" w:rsidRPr="00904167" w:rsidRDefault="00904167" w:rsidP="00904167">
            <w:pPr>
              <w:pStyle w:val="SIBulletList1"/>
            </w:pPr>
            <w:r w:rsidRPr="00904167">
              <w:t>role of pasture in sustainable land use</w:t>
            </w:r>
          </w:p>
          <w:p w14:paraId="08C35E8D" w14:textId="6B66FF95" w:rsidR="001D38B2" w:rsidRDefault="00904167" w:rsidP="00904167">
            <w:pPr>
              <w:pStyle w:val="SIBulletList1"/>
            </w:pPr>
            <w:r w:rsidRPr="00904167">
              <w:lastRenderedPageBreak/>
              <w:t>role of technology in improving efficienc</w:t>
            </w:r>
            <w:r w:rsidR="001D38B2">
              <w:t>ies, including:</w:t>
            </w:r>
          </w:p>
          <w:p w14:paraId="5894D88A" w14:textId="3AF1DB1F" w:rsidR="001D38B2" w:rsidRDefault="001D38B2" w:rsidP="00EA3BFF">
            <w:pPr>
              <w:pStyle w:val="SIBulletList2"/>
            </w:pPr>
            <w:r>
              <w:t>self-drive, global position systems (GPS) and laser technologies</w:t>
            </w:r>
          </w:p>
          <w:p w14:paraId="554D5962" w14:textId="77777777" w:rsidR="001D38B2" w:rsidRDefault="001D38B2" w:rsidP="00EA3BFF">
            <w:pPr>
              <w:pStyle w:val="SIBulletList2"/>
            </w:pPr>
            <w:r>
              <w:t>remote sensors</w:t>
            </w:r>
          </w:p>
          <w:p w14:paraId="136AF18D" w14:textId="77777777" w:rsidR="001D38B2" w:rsidRDefault="001D38B2" w:rsidP="00EA3BFF">
            <w:pPr>
              <w:pStyle w:val="SIBulletList2"/>
            </w:pPr>
            <w:r>
              <w:t>remote piloted systems</w:t>
            </w:r>
          </w:p>
          <w:p w14:paraId="5FFA058F" w14:textId="140BFC6A" w:rsidR="001D38B2" w:rsidRPr="001D38B2" w:rsidRDefault="001D38B2" w:rsidP="001D38B2">
            <w:pPr>
              <w:pStyle w:val="SIBulletList2"/>
            </w:pPr>
            <w:r w:rsidRPr="001D38B2">
              <w:t>controlled traffic farming (CTF) principles and impact</w:t>
            </w:r>
            <w:r>
              <w:t>s</w:t>
            </w:r>
          </w:p>
          <w:p w14:paraId="468589E5" w14:textId="5956B059" w:rsidR="001D38B2" w:rsidRPr="001D38B2" w:rsidRDefault="001D38B2" w:rsidP="00EA3BFF">
            <w:pPr>
              <w:pStyle w:val="SIBulletList1"/>
            </w:pPr>
            <w:r w:rsidRPr="001D38B2">
              <w:t>workplace health and safety, legislative requirements and enterprise policies and procedures, including:</w:t>
            </w:r>
          </w:p>
          <w:p w14:paraId="0C07E9F7" w14:textId="25CDA8A8" w:rsidR="001D38B2" w:rsidRPr="001D38B2" w:rsidRDefault="001D38B2" w:rsidP="001D38B2">
            <w:pPr>
              <w:pStyle w:val="SIBulletList2"/>
            </w:pPr>
            <w:r>
              <w:tab/>
              <w:t>safety in the workplace</w:t>
            </w:r>
          </w:p>
          <w:p w14:paraId="26A75F0E" w14:textId="4BAABF8A" w:rsidR="001D38B2" w:rsidRPr="001D38B2" w:rsidRDefault="001D38B2" w:rsidP="001D38B2">
            <w:pPr>
              <w:pStyle w:val="SIBulletList2"/>
            </w:pPr>
            <w:r>
              <w:t>c</w:t>
            </w:r>
            <w:r w:rsidRPr="001D38B2">
              <w:t>hemical and hazardous substances</w:t>
            </w:r>
          </w:p>
          <w:p w14:paraId="7DF66A02" w14:textId="6CE41CF1" w:rsidR="001D38B2" w:rsidRPr="001D38B2" w:rsidRDefault="001D38B2" w:rsidP="001D38B2">
            <w:pPr>
              <w:pStyle w:val="SIBulletList2"/>
            </w:pPr>
            <w:r w:rsidRPr="001D38B2">
              <w:t>fire safety</w:t>
            </w:r>
          </w:p>
          <w:p w14:paraId="2EED1D03" w14:textId="3D689511" w:rsidR="00904167" w:rsidRPr="00904167" w:rsidRDefault="001D38B2" w:rsidP="00EA3BFF">
            <w:pPr>
              <w:pStyle w:val="SIBulletList2"/>
            </w:pPr>
            <w:r>
              <w:t>p</w:t>
            </w:r>
            <w:r w:rsidRPr="001D38B2">
              <w:t>ersonal protection</w:t>
            </w:r>
          </w:p>
          <w:p w14:paraId="594042BC" w14:textId="5EDD4BD8" w:rsidR="00F1480E" w:rsidRPr="000754EC" w:rsidRDefault="00904167" w:rsidP="00904167">
            <w:pPr>
              <w:pStyle w:val="SIBulletList1"/>
            </w:pPr>
            <w:r w:rsidRPr="00904167">
              <w:t>environmental impacts of pasture establishment.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7076C42" w14:textId="219FDC45" w:rsidR="00DA54B5" w:rsidRPr="00EA3BFF" w:rsidRDefault="00DA54B5" w:rsidP="00EA3BFF">
            <w:pPr>
              <w:pStyle w:val="SIText"/>
            </w:pPr>
            <w:r w:rsidRPr="00EA3BFF">
              <w:t xml:space="preserve">Assessment of the skills in this unit of competency must take place under the following conditions: </w:t>
            </w:r>
          </w:p>
          <w:p w14:paraId="30934491" w14:textId="702B8FB4" w:rsidR="00734F67" w:rsidRPr="00734F67" w:rsidRDefault="00734F67" w:rsidP="00734F67">
            <w:pPr>
              <w:pStyle w:val="SIBulletList1"/>
            </w:pPr>
            <w:r w:rsidRPr="00393AC9">
              <w:t>physical conditions:</w:t>
            </w:r>
          </w:p>
          <w:p w14:paraId="1CBA3D21" w14:textId="2AFE34E6" w:rsidR="00734F67" w:rsidRPr="00734F67" w:rsidRDefault="00734F67" w:rsidP="00734F67">
            <w:pPr>
              <w:pStyle w:val="SIBulletList2"/>
              <w:rPr>
                <w:rFonts w:eastAsia="Calibri"/>
              </w:rPr>
            </w:pPr>
            <w:r w:rsidRPr="00393AC9">
              <w:t>skills must be demonstrated</w:t>
            </w:r>
            <w:r w:rsidRPr="00734F67">
              <w:t xml:space="preserve"> on farm with property suitable for pasture </w:t>
            </w:r>
            <w:r>
              <w:t>for</w:t>
            </w:r>
            <w:r w:rsidRPr="00734F67">
              <w:t xml:space="preserve"> livestock production or an environment that accurately represents workplace conditions</w:t>
            </w:r>
          </w:p>
          <w:p w14:paraId="2FC7D549" w14:textId="77777777" w:rsidR="00734F67" w:rsidRPr="00734F67" w:rsidRDefault="00734F67" w:rsidP="00734F67">
            <w:pPr>
              <w:pStyle w:val="SIBulletList1"/>
            </w:pPr>
            <w:r w:rsidRPr="00393AC9">
              <w:t>resources, equipment and materials:</w:t>
            </w:r>
          </w:p>
          <w:p w14:paraId="14124D82" w14:textId="4D454DF0" w:rsidR="00734F67" w:rsidRPr="00EA3BFF" w:rsidRDefault="00734F67" w:rsidP="00EA3BFF">
            <w:pPr>
              <w:pStyle w:val="SIBulletList2"/>
              <w:rPr>
                <w:rFonts w:eastAsia="Calibri"/>
              </w:rPr>
            </w:pPr>
            <w:r>
              <w:t>u</w:t>
            </w:r>
            <w:r w:rsidRPr="00734F67">
              <w:t xml:space="preserve">se of </w:t>
            </w:r>
            <w:r>
              <w:t xml:space="preserve">planning and project management </w:t>
            </w:r>
            <w:r w:rsidRPr="00734F67">
              <w:t>tools</w:t>
            </w:r>
          </w:p>
          <w:p w14:paraId="76CBC860" w14:textId="74293DC6" w:rsidR="00734F67" w:rsidRPr="00EA3BFF" w:rsidRDefault="00734F67" w:rsidP="00EA3BFF">
            <w:pPr>
              <w:pStyle w:val="SIBulletList2"/>
              <w:rPr>
                <w:rFonts w:eastAsia="Calibri"/>
              </w:rPr>
            </w:pPr>
            <w:r>
              <w:t>access to word processing for documentation</w:t>
            </w:r>
          </w:p>
          <w:p w14:paraId="1D342588" w14:textId="77777777" w:rsidR="00734F67" w:rsidRPr="00734F67" w:rsidRDefault="00734F67" w:rsidP="00734F67">
            <w:pPr>
              <w:pStyle w:val="SIBulletList1"/>
              <w:rPr>
                <w:rFonts w:eastAsia="Calibri"/>
              </w:rPr>
            </w:pPr>
            <w:r w:rsidRPr="00734F67">
              <w:rPr>
                <w:rFonts w:eastAsia="Calibri"/>
              </w:rPr>
              <w:t>specifications:</w:t>
            </w:r>
          </w:p>
          <w:p w14:paraId="749099CF" w14:textId="77777777" w:rsidR="00734F67" w:rsidRPr="00734F67" w:rsidRDefault="00734F67" w:rsidP="00734F67">
            <w:pPr>
              <w:pStyle w:val="SIBulletList2"/>
              <w:rPr>
                <w:rFonts w:eastAsia="Calibri"/>
              </w:rPr>
            </w:pPr>
            <w:r w:rsidRPr="00734F67">
              <w:rPr>
                <w:rFonts w:eastAsia="Calibri"/>
              </w:rPr>
              <w:t>use of workplace policies, procedures and processes</w:t>
            </w:r>
          </w:p>
          <w:p w14:paraId="70ED8C3C" w14:textId="77777777" w:rsidR="00734F67" w:rsidRPr="00734F67" w:rsidRDefault="00734F67" w:rsidP="00734F67">
            <w:pPr>
              <w:pStyle w:val="SIBulletList2"/>
              <w:rPr>
                <w:rFonts w:eastAsia="Calibri"/>
              </w:rPr>
            </w:pPr>
            <w:r w:rsidRPr="00734F67">
              <w:rPr>
                <w:rFonts w:eastAsia="Calibri"/>
              </w:rPr>
              <w:t>access to safety data sheets</w:t>
            </w:r>
          </w:p>
          <w:p w14:paraId="6429BEF3" w14:textId="5A823D56" w:rsidR="00734F67" w:rsidRPr="00734F67" w:rsidRDefault="00734F67" w:rsidP="00734F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Pr="00734F67">
              <w:rPr>
                <w:rFonts w:eastAsia="Calibri"/>
              </w:rPr>
              <w:t>workplace production plans, specifications</w:t>
            </w:r>
            <w:r>
              <w:rPr>
                <w:rFonts w:eastAsia="Calibri"/>
              </w:rPr>
              <w:t xml:space="preserve"> and financial budget formats</w:t>
            </w:r>
          </w:p>
          <w:p w14:paraId="308F5282" w14:textId="77777777" w:rsidR="00734F67" w:rsidRPr="00EA3BFF" w:rsidRDefault="00734F67" w:rsidP="00734F67">
            <w:pPr>
              <w:pStyle w:val="SIBulletList2"/>
            </w:pPr>
            <w:r w:rsidRPr="00734F67">
              <w:rPr>
                <w:rFonts w:eastAsia="Calibri"/>
              </w:rPr>
              <w:t>access to legislation and codes of practice relevant to livestock production.</w:t>
            </w:r>
          </w:p>
          <w:p w14:paraId="5177FC09" w14:textId="77777777" w:rsidR="00734F67" w:rsidRPr="00EA3BFF" w:rsidRDefault="00734F67" w:rsidP="00EA3BFF">
            <w:pPr>
              <w:pStyle w:val="SIText"/>
            </w:pPr>
          </w:p>
          <w:p w14:paraId="408F0CDB" w14:textId="5234E71F" w:rsidR="00DA54B5" w:rsidRPr="00EA3BFF" w:rsidRDefault="00DA54B5" w:rsidP="00EA3BFF">
            <w:pPr>
              <w:pStyle w:val="SIText"/>
              <w:rPr>
                <w:rFonts w:eastAsia="Calibri"/>
              </w:rPr>
            </w:pPr>
            <w:r w:rsidRPr="00EA3BF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CE604F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1-01-05T14:08:00Z" w:initials="RB">
    <w:p w14:paraId="6596447F" w14:textId="014257C0" w:rsidR="001D38B2" w:rsidRDefault="001D38B2">
      <w:r>
        <w:annotationRef/>
      </w:r>
      <w:r>
        <w:t>Is once enough?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9644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96447F" w16cid:durableId="23B2E8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C088E" w14:textId="77777777" w:rsidR="00CE604F" w:rsidRDefault="00CE604F" w:rsidP="00BF3F0A">
      <w:r>
        <w:separator/>
      </w:r>
    </w:p>
    <w:p w14:paraId="28F0F246" w14:textId="77777777" w:rsidR="00CE604F" w:rsidRDefault="00CE604F"/>
  </w:endnote>
  <w:endnote w:type="continuationSeparator" w:id="0">
    <w:p w14:paraId="7D5F9C3D" w14:textId="77777777" w:rsidR="00CE604F" w:rsidRDefault="00CE604F" w:rsidP="00BF3F0A">
      <w:r>
        <w:continuationSeparator/>
      </w:r>
    </w:p>
    <w:p w14:paraId="57F9C413" w14:textId="77777777" w:rsidR="00CE604F" w:rsidRDefault="00CE60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1153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CA1A1" w14:textId="77777777" w:rsidR="00CE604F" w:rsidRDefault="00CE604F" w:rsidP="00BF3F0A">
      <w:r>
        <w:separator/>
      </w:r>
    </w:p>
    <w:p w14:paraId="321194ED" w14:textId="77777777" w:rsidR="00CE604F" w:rsidRDefault="00CE604F"/>
  </w:footnote>
  <w:footnote w:type="continuationSeparator" w:id="0">
    <w:p w14:paraId="5CFB6461" w14:textId="77777777" w:rsidR="00CE604F" w:rsidRDefault="00CE604F" w:rsidP="00BF3F0A">
      <w:r>
        <w:continuationSeparator/>
      </w:r>
    </w:p>
    <w:p w14:paraId="3346C41E" w14:textId="77777777" w:rsidR="00CE604F" w:rsidRDefault="00CE60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75D9440D" w:rsidR="009C2650" w:rsidRPr="00904167" w:rsidRDefault="00904167" w:rsidP="00904167">
    <w:r w:rsidRPr="00904167">
      <w:rPr>
        <w:lang w:eastAsia="en-US"/>
      </w:rPr>
      <w:t>AHCBAC402 Plan a pasture establishment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6"/>
  </w:num>
  <w:num w:numId="15">
    <w:abstractNumId w:val="7"/>
  </w:num>
  <w:num w:numId="16">
    <w:abstractNumId w:val="20"/>
  </w:num>
  <w:num w:numId="17">
    <w:abstractNumId w:val="13"/>
  </w:num>
  <w:num w:numId="18">
    <w:abstractNumId w:val="1"/>
  </w:num>
  <w:num w:numId="19">
    <w:abstractNumId w:val="15"/>
  </w:num>
  <w:num w:numId="20">
    <w:abstractNumId w:val="21"/>
  </w:num>
  <w:num w:numId="21">
    <w:abstractNumId w:val="4"/>
  </w:num>
  <w:num w:numId="2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416E"/>
    <w:rsid w:val="00016803"/>
    <w:rsid w:val="00023992"/>
    <w:rsid w:val="000275AE"/>
    <w:rsid w:val="00041E59"/>
    <w:rsid w:val="00064BFE"/>
    <w:rsid w:val="00070B3E"/>
    <w:rsid w:val="00071F95"/>
    <w:rsid w:val="000737BB"/>
    <w:rsid w:val="000748F0"/>
    <w:rsid w:val="00074E47"/>
    <w:rsid w:val="000754EC"/>
    <w:rsid w:val="000765A2"/>
    <w:rsid w:val="0009093B"/>
    <w:rsid w:val="000A5441"/>
    <w:rsid w:val="000B2022"/>
    <w:rsid w:val="000C1030"/>
    <w:rsid w:val="000C149A"/>
    <w:rsid w:val="000C224E"/>
    <w:rsid w:val="000E25E6"/>
    <w:rsid w:val="000E2C86"/>
    <w:rsid w:val="000F29F2"/>
    <w:rsid w:val="00101659"/>
    <w:rsid w:val="00105AEA"/>
    <w:rsid w:val="001078BF"/>
    <w:rsid w:val="00127012"/>
    <w:rsid w:val="00133957"/>
    <w:rsid w:val="001372F6"/>
    <w:rsid w:val="00144385"/>
    <w:rsid w:val="00146EEC"/>
    <w:rsid w:val="00151D55"/>
    <w:rsid w:val="00151D93"/>
    <w:rsid w:val="00156EF3"/>
    <w:rsid w:val="00176E4F"/>
    <w:rsid w:val="00177839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38B2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1E44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0C42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781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E8B"/>
    <w:rsid w:val="005145AB"/>
    <w:rsid w:val="0051582C"/>
    <w:rsid w:val="00520E9A"/>
    <w:rsid w:val="005248C1"/>
    <w:rsid w:val="00526134"/>
    <w:rsid w:val="005405B2"/>
    <w:rsid w:val="005427C8"/>
    <w:rsid w:val="005446D1"/>
    <w:rsid w:val="0054499F"/>
    <w:rsid w:val="00551737"/>
    <w:rsid w:val="00556C4C"/>
    <w:rsid w:val="00557369"/>
    <w:rsid w:val="00557D22"/>
    <w:rsid w:val="00564ADD"/>
    <w:rsid w:val="005708EB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024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D0D"/>
    <w:rsid w:val="00686A49"/>
    <w:rsid w:val="00687B62"/>
    <w:rsid w:val="00690C44"/>
    <w:rsid w:val="006969D9"/>
    <w:rsid w:val="006A0791"/>
    <w:rsid w:val="006A26DA"/>
    <w:rsid w:val="006A2B68"/>
    <w:rsid w:val="006C2F32"/>
    <w:rsid w:val="006C7D45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7F0"/>
    <w:rsid w:val="00727901"/>
    <w:rsid w:val="0073075B"/>
    <w:rsid w:val="0073404B"/>
    <w:rsid w:val="007341FF"/>
    <w:rsid w:val="00734F67"/>
    <w:rsid w:val="007404E9"/>
    <w:rsid w:val="007444CF"/>
    <w:rsid w:val="00752C75"/>
    <w:rsid w:val="0075645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AC8"/>
    <w:rsid w:val="00830267"/>
    <w:rsid w:val="008306E7"/>
    <w:rsid w:val="008322BE"/>
    <w:rsid w:val="00834BC8"/>
    <w:rsid w:val="00837FD6"/>
    <w:rsid w:val="00847B60"/>
    <w:rsid w:val="00850243"/>
    <w:rsid w:val="00851BE5"/>
    <w:rsid w:val="008526E3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167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7612D"/>
    <w:rsid w:val="00981203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E1153"/>
    <w:rsid w:val="009F0DCC"/>
    <w:rsid w:val="009F11CA"/>
    <w:rsid w:val="009F3C25"/>
    <w:rsid w:val="00A0695B"/>
    <w:rsid w:val="00A13052"/>
    <w:rsid w:val="00A174F4"/>
    <w:rsid w:val="00A20653"/>
    <w:rsid w:val="00A216A8"/>
    <w:rsid w:val="00A223A6"/>
    <w:rsid w:val="00A3420C"/>
    <w:rsid w:val="00A3639E"/>
    <w:rsid w:val="00A5092E"/>
    <w:rsid w:val="00A554D6"/>
    <w:rsid w:val="00A56E14"/>
    <w:rsid w:val="00A6476B"/>
    <w:rsid w:val="00A76C6C"/>
    <w:rsid w:val="00A813E2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9EB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EDA"/>
    <w:rsid w:val="00B65BC7"/>
    <w:rsid w:val="00B746B9"/>
    <w:rsid w:val="00B768B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0D"/>
    <w:rsid w:val="00BD3B0F"/>
    <w:rsid w:val="00BE5889"/>
    <w:rsid w:val="00BF1D4C"/>
    <w:rsid w:val="00BF3F0A"/>
    <w:rsid w:val="00C143C3"/>
    <w:rsid w:val="00C1739B"/>
    <w:rsid w:val="00C21ADE"/>
    <w:rsid w:val="00C26067"/>
    <w:rsid w:val="00C3087C"/>
    <w:rsid w:val="00C30A29"/>
    <w:rsid w:val="00C317DC"/>
    <w:rsid w:val="00C5347E"/>
    <w:rsid w:val="00C578E9"/>
    <w:rsid w:val="00C70245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303"/>
    <w:rsid w:val="00CD6B0D"/>
    <w:rsid w:val="00CE604F"/>
    <w:rsid w:val="00CE7D19"/>
    <w:rsid w:val="00CF0CF5"/>
    <w:rsid w:val="00CF2B3E"/>
    <w:rsid w:val="00CF413F"/>
    <w:rsid w:val="00CF46C6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4CD6"/>
    <w:rsid w:val="00E6166D"/>
    <w:rsid w:val="00E91BFF"/>
    <w:rsid w:val="00E92933"/>
    <w:rsid w:val="00E933B0"/>
    <w:rsid w:val="00E94FAD"/>
    <w:rsid w:val="00E95498"/>
    <w:rsid w:val="00EA3BFF"/>
    <w:rsid w:val="00EB0AA4"/>
    <w:rsid w:val="00EB5C5D"/>
    <w:rsid w:val="00EB5C88"/>
    <w:rsid w:val="00EC0469"/>
    <w:rsid w:val="00EC0C3E"/>
    <w:rsid w:val="00EF01F8"/>
    <w:rsid w:val="00EF3066"/>
    <w:rsid w:val="00EF3268"/>
    <w:rsid w:val="00EF40EF"/>
    <w:rsid w:val="00EF47FE"/>
    <w:rsid w:val="00F069BD"/>
    <w:rsid w:val="00F1480E"/>
    <w:rsid w:val="00F1497D"/>
    <w:rsid w:val="00F16AAC"/>
    <w:rsid w:val="00F30C7D"/>
    <w:rsid w:val="00F325F0"/>
    <w:rsid w:val="00F33FF2"/>
    <w:rsid w:val="00F438FC"/>
    <w:rsid w:val="00F5616F"/>
    <w:rsid w:val="00F56451"/>
    <w:rsid w:val="00F56827"/>
    <w:rsid w:val="00F57150"/>
    <w:rsid w:val="00F62866"/>
    <w:rsid w:val="00F65EF0"/>
    <w:rsid w:val="00F71651"/>
    <w:rsid w:val="00F76191"/>
    <w:rsid w:val="00F76CC6"/>
    <w:rsid w:val="00F8149F"/>
    <w:rsid w:val="00F83D7C"/>
    <w:rsid w:val="00FA1EC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AFD3F4-1089-4B6F-A35D-27807BBFA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7A19CE-A231-46BB-A8C0-CE831828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267</TotalTime>
  <Pages>4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49</cp:revision>
  <cp:lastPrinted>2016-05-27T05:21:00Z</cp:lastPrinted>
  <dcterms:created xsi:type="dcterms:W3CDTF">2020-08-25T06:08:00Z</dcterms:created>
  <dcterms:modified xsi:type="dcterms:W3CDTF">2021-01-20T06:37:00Z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